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C3" w:rsidRPr="00E868E7" w:rsidRDefault="006658C3" w:rsidP="006658C3">
      <w:r w:rsidRPr="00E868E7">
        <w:rPr>
          <w:color w:val="FFFFFF" w:themeColor="background1"/>
          <w:highlight w:val="black"/>
        </w:rPr>
        <w:t>Peer Mentor: Specification</w:t>
      </w:r>
      <w:r w:rsidRPr="00E868E7">
        <w:t xml:space="preserve"> </w:t>
      </w:r>
    </w:p>
    <w:p w:rsidR="006658C3" w:rsidRDefault="006658C3" w:rsidP="006658C3">
      <w:pPr>
        <w:rPr>
          <w:u w:val="single"/>
        </w:rPr>
      </w:pPr>
    </w:p>
    <w:p w:rsidR="006658C3" w:rsidRDefault="006658C3" w:rsidP="006658C3">
      <w:pPr>
        <w:rPr>
          <w:u w:val="single"/>
        </w:rPr>
      </w:pPr>
    </w:p>
    <w:p w:rsidR="006658C3" w:rsidRPr="00546604" w:rsidRDefault="006658C3" w:rsidP="006658C3">
      <w:pPr>
        <w:rPr>
          <w:u w:val="single"/>
        </w:rPr>
      </w:pPr>
      <w:bookmarkStart w:id="0" w:name="_GoBack"/>
      <w:bookmarkEnd w:id="0"/>
      <w:r w:rsidRPr="00546604">
        <w:rPr>
          <w:u w:val="single"/>
        </w:rPr>
        <w:t>Essential</w:t>
      </w:r>
      <w:r>
        <w:rPr>
          <w:u w:val="single"/>
        </w:rPr>
        <w:t xml:space="preserve"> Characteristics</w:t>
      </w:r>
      <w:r w:rsidRPr="00546604">
        <w:rPr>
          <w:u w:val="single"/>
        </w:rPr>
        <w:t xml:space="preserve">: </w:t>
      </w:r>
    </w:p>
    <w:p w:rsidR="006658C3" w:rsidRDefault="006658C3" w:rsidP="006658C3">
      <w:pPr>
        <w:pStyle w:val="ListParagraph"/>
        <w:numPr>
          <w:ilvl w:val="0"/>
          <w:numId w:val="1"/>
        </w:numPr>
      </w:pPr>
      <w:r>
        <w:t xml:space="preserve">In Year 9 </w:t>
      </w:r>
    </w:p>
    <w:p w:rsidR="006658C3" w:rsidRDefault="006658C3" w:rsidP="006658C3">
      <w:pPr>
        <w:pStyle w:val="ListParagraph"/>
        <w:numPr>
          <w:ilvl w:val="0"/>
          <w:numId w:val="1"/>
        </w:numPr>
      </w:pPr>
      <w:r>
        <w:t xml:space="preserve">Good listener </w:t>
      </w:r>
    </w:p>
    <w:p w:rsidR="006658C3" w:rsidRDefault="006658C3" w:rsidP="006658C3">
      <w:pPr>
        <w:pStyle w:val="ListParagraph"/>
        <w:numPr>
          <w:ilvl w:val="0"/>
          <w:numId w:val="1"/>
        </w:numPr>
      </w:pPr>
      <w:r>
        <w:t xml:space="preserve">Motivated to help </w:t>
      </w:r>
      <w:r w:rsidR="00933D25">
        <w:t xml:space="preserve">the incoming </w:t>
      </w:r>
      <w:r>
        <w:t xml:space="preserve">Year 7 </w:t>
      </w:r>
    </w:p>
    <w:p w:rsidR="006658C3" w:rsidRDefault="006658C3" w:rsidP="006658C3">
      <w:pPr>
        <w:pStyle w:val="ListParagraph"/>
        <w:numPr>
          <w:ilvl w:val="0"/>
          <w:numId w:val="1"/>
        </w:numPr>
      </w:pPr>
      <w:r>
        <w:t xml:space="preserve">Able to </w:t>
      </w:r>
      <w:r w:rsidR="00933D25">
        <w:t>understand and appreciate other pupils’ circumstances and challenges</w:t>
      </w:r>
    </w:p>
    <w:p w:rsidR="006658C3" w:rsidRPr="006658C3" w:rsidRDefault="006658C3" w:rsidP="006658C3">
      <w:pPr>
        <w:pStyle w:val="ListParagraph"/>
        <w:numPr>
          <w:ilvl w:val="0"/>
          <w:numId w:val="1"/>
        </w:numPr>
        <w:rPr>
          <w:u w:val="single"/>
        </w:rPr>
      </w:pPr>
      <w:r>
        <w:t>Punctual</w:t>
      </w:r>
    </w:p>
    <w:p w:rsidR="006658C3" w:rsidRPr="006658C3" w:rsidRDefault="006658C3" w:rsidP="006658C3">
      <w:pPr>
        <w:pStyle w:val="ListParagraph"/>
        <w:numPr>
          <w:ilvl w:val="0"/>
          <w:numId w:val="1"/>
        </w:numPr>
        <w:rPr>
          <w:u w:val="single"/>
        </w:rPr>
      </w:pPr>
      <w:r>
        <w:t>Reliable and responsible</w:t>
      </w:r>
    </w:p>
    <w:p w:rsidR="006658C3" w:rsidRPr="006658C3" w:rsidRDefault="006658C3" w:rsidP="006658C3">
      <w:pPr>
        <w:pStyle w:val="ListParagraph"/>
        <w:numPr>
          <w:ilvl w:val="0"/>
          <w:numId w:val="1"/>
        </w:numPr>
        <w:rPr>
          <w:u w:val="single"/>
        </w:rPr>
      </w:pPr>
      <w:r>
        <w:t>Confident to work in small groups</w:t>
      </w:r>
    </w:p>
    <w:p w:rsidR="006658C3" w:rsidRPr="006658C3" w:rsidRDefault="006658C3" w:rsidP="006658C3">
      <w:pPr>
        <w:pStyle w:val="ListParagraph"/>
        <w:numPr>
          <w:ilvl w:val="0"/>
          <w:numId w:val="1"/>
        </w:numPr>
        <w:rPr>
          <w:u w:val="single"/>
        </w:rPr>
      </w:pPr>
      <w:r>
        <w:t>Able to communicate effectively with both young people and adults</w:t>
      </w:r>
    </w:p>
    <w:p w:rsidR="006658C3" w:rsidRDefault="006658C3" w:rsidP="006658C3">
      <w:pPr>
        <w:rPr>
          <w:u w:val="single"/>
        </w:rPr>
      </w:pPr>
    </w:p>
    <w:p w:rsidR="006658C3" w:rsidRPr="006658C3" w:rsidRDefault="006658C3" w:rsidP="006658C3">
      <w:pPr>
        <w:rPr>
          <w:u w:val="single"/>
        </w:rPr>
      </w:pPr>
      <w:r w:rsidRPr="006658C3">
        <w:rPr>
          <w:u w:val="single"/>
        </w:rPr>
        <w:t>Desirable</w:t>
      </w:r>
      <w:r>
        <w:rPr>
          <w:u w:val="single"/>
        </w:rPr>
        <w:t xml:space="preserve"> Characteristics</w:t>
      </w:r>
      <w:r w:rsidRPr="006658C3">
        <w:rPr>
          <w:u w:val="single"/>
        </w:rPr>
        <w:t xml:space="preserve">: </w:t>
      </w:r>
    </w:p>
    <w:p w:rsidR="006658C3" w:rsidRPr="00017ABD" w:rsidRDefault="006658C3" w:rsidP="006658C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Experience of overcoming difficulties </w:t>
      </w:r>
      <w:r w:rsidR="00933D25">
        <w:t xml:space="preserve">and </w:t>
      </w:r>
      <w:r w:rsidR="00E868E7">
        <w:t xml:space="preserve">challenges </w:t>
      </w:r>
      <w:r>
        <w:t xml:space="preserve">in school </w:t>
      </w:r>
    </w:p>
    <w:p w:rsidR="00017ABD" w:rsidRDefault="00017ABD" w:rsidP="00017ABD">
      <w:pPr>
        <w:rPr>
          <w:u w:val="single"/>
        </w:rPr>
      </w:pPr>
    </w:p>
    <w:p w:rsidR="00017ABD" w:rsidRDefault="00017ABD" w:rsidP="00017ABD">
      <w:pPr>
        <w:rPr>
          <w:u w:val="single"/>
        </w:rPr>
      </w:pPr>
      <w:r>
        <w:rPr>
          <w:u w:val="single"/>
        </w:rPr>
        <w:t>Application Process</w:t>
      </w:r>
    </w:p>
    <w:p w:rsidR="00017ABD" w:rsidRDefault="00017ABD" w:rsidP="00017ABD">
      <w:r>
        <w:t xml:space="preserve">To apply you need to complete an application form (on the reverse of this form) and get a reference from a teacher.  Remember to complete the application form neatly in a blue or black pen.  You may wish to complete a draft form first or complete in pencil and then go over in pen.  </w:t>
      </w:r>
    </w:p>
    <w:p w:rsidR="00017ABD" w:rsidRDefault="00017ABD" w:rsidP="00017ABD">
      <w:r>
        <w:t xml:space="preserve">Additional application forms are available from your HOY or the Stepping Stones Lead.  </w:t>
      </w:r>
    </w:p>
    <w:p w:rsidR="00017ABD" w:rsidRDefault="00017ABD" w:rsidP="00017ABD"/>
    <w:p w:rsidR="00017ABD" w:rsidRPr="00017ABD" w:rsidRDefault="00017ABD" w:rsidP="00017ABD">
      <w:r>
        <w:t>Application Deadline: __________________</w:t>
      </w:r>
    </w:p>
    <w:p w:rsidR="001E6026" w:rsidRDefault="001E6026"/>
    <w:sectPr w:rsidR="001E60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67E77"/>
    <w:multiLevelType w:val="hybridMultilevel"/>
    <w:tmpl w:val="D1DA2B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FEA6698"/>
    <w:multiLevelType w:val="hybridMultilevel"/>
    <w:tmpl w:val="4F98F8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3A77B6"/>
    <w:multiLevelType w:val="hybridMultilevel"/>
    <w:tmpl w:val="8A927D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C3"/>
    <w:rsid w:val="00017ABD"/>
    <w:rsid w:val="000C220C"/>
    <w:rsid w:val="001E6026"/>
    <w:rsid w:val="006658C3"/>
    <w:rsid w:val="006E1242"/>
    <w:rsid w:val="00933D25"/>
    <w:rsid w:val="00E8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C3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C3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976D3201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P. Larvin</dc:creator>
  <cp:lastModifiedBy>Ms K. Mitchell</cp:lastModifiedBy>
  <cp:revision>2</cp:revision>
  <dcterms:created xsi:type="dcterms:W3CDTF">2018-01-25T11:27:00Z</dcterms:created>
  <dcterms:modified xsi:type="dcterms:W3CDTF">2018-01-25T11:27:00Z</dcterms:modified>
</cp:coreProperties>
</file>